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249A" w:rsidRDefault="00F816C1" w:rsidP="00F816C1">
      <w:pPr>
        <w:pStyle w:val="Rubrik"/>
      </w:pPr>
      <w:r>
        <w:t>Övning Järnvägsprojektering</w:t>
      </w:r>
    </w:p>
    <w:p w:rsidR="00F816C1" w:rsidRDefault="00F816C1"/>
    <w:p w:rsidR="00FE1EAD" w:rsidRDefault="00FE1EAD"/>
    <w:p w:rsidR="00F816C1" w:rsidRDefault="00F816C1">
      <w:r>
        <w:t xml:space="preserve">I denna övning ska ni projektera in en ny kabelränna genom att utnyttja befintliga </w:t>
      </w:r>
      <w:r w:rsidR="0032548A">
        <w:t>data</w:t>
      </w:r>
      <w:r>
        <w:t xml:space="preserve">. När detta är gjort ska ni skapa en utskrift i A3 centrerat över det område </w:t>
      </w:r>
      <w:r w:rsidR="00F14067">
        <w:t xml:space="preserve">där </w:t>
      </w:r>
      <w:r>
        <w:t xml:space="preserve">ni ritat den nya kabelrännan. Alla filer ligger i mappen </w:t>
      </w:r>
      <w:r w:rsidR="002E0CD7">
        <w:t>Projekteringsövning</w:t>
      </w:r>
      <w:r>
        <w:t>.</w:t>
      </w:r>
    </w:p>
    <w:p w:rsidR="00CE0AE7" w:rsidRDefault="00CE0AE7"/>
    <w:p w:rsidR="00F816C1" w:rsidRDefault="00F816C1">
      <w:r>
        <w:t>I korthet innebär övningen att ni ska:</w:t>
      </w:r>
    </w:p>
    <w:p w:rsidR="00CE0AE7" w:rsidRDefault="00CE0AE7"/>
    <w:p w:rsidR="00F816C1" w:rsidRDefault="00F816C1" w:rsidP="00F14067">
      <w:pPr>
        <w:numPr>
          <w:ilvl w:val="0"/>
          <w:numId w:val="1"/>
        </w:numPr>
      </w:pPr>
      <w:r>
        <w:t xml:space="preserve">Skapa en ny fil baserad på den </w:t>
      </w:r>
      <w:proofErr w:type="spellStart"/>
      <w:r>
        <w:t>seedfil</w:t>
      </w:r>
      <w:proofErr w:type="spellEnd"/>
      <w:r>
        <w:t xml:space="preserve"> som finns i mappen</w:t>
      </w:r>
      <w:r w:rsidR="00F14067">
        <w:t xml:space="preserve"> (</w:t>
      </w:r>
      <w:proofErr w:type="spellStart"/>
      <w:r w:rsidR="00F14067" w:rsidRPr="00F14067">
        <w:rPr>
          <w:b/>
        </w:rPr>
        <w:t>seed</w:t>
      </w:r>
      <w:proofErr w:type="spellEnd"/>
      <w:r w:rsidR="00F14067" w:rsidRPr="00F14067">
        <w:rPr>
          <w:b/>
        </w:rPr>
        <w:t xml:space="preserve"> </w:t>
      </w:r>
      <w:proofErr w:type="spellStart"/>
      <w:r w:rsidR="00F14067" w:rsidRPr="00F14067">
        <w:rPr>
          <w:b/>
        </w:rPr>
        <w:t>Vectura</w:t>
      </w:r>
      <w:proofErr w:type="spellEnd"/>
      <w:r w:rsidR="00F14067" w:rsidRPr="00F14067">
        <w:rPr>
          <w:b/>
        </w:rPr>
        <w:t xml:space="preserve"> 3D.dgn</w:t>
      </w:r>
      <w:r w:rsidR="00F14067">
        <w:t>)</w:t>
      </w:r>
      <w:r>
        <w:t>.</w:t>
      </w:r>
      <w:r w:rsidR="0032548A">
        <w:br/>
        <w:t xml:space="preserve">Kalla </w:t>
      </w:r>
      <w:r w:rsidR="00F14067">
        <w:t xml:space="preserve">den nya </w:t>
      </w:r>
      <w:r w:rsidR="0032548A">
        <w:t xml:space="preserve">filen </w:t>
      </w:r>
      <w:proofErr w:type="spellStart"/>
      <w:r w:rsidR="0032548A" w:rsidRPr="0032548A">
        <w:rPr>
          <w:b/>
        </w:rPr>
        <w:t>EL.dgn</w:t>
      </w:r>
      <w:proofErr w:type="spellEnd"/>
    </w:p>
    <w:p w:rsidR="00F816C1" w:rsidRDefault="00F816C1" w:rsidP="00CE0AE7">
      <w:pPr>
        <w:numPr>
          <w:ilvl w:val="0"/>
          <w:numId w:val="1"/>
        </w:numPr>
      </w:pPr>
      <w:r>
        <w:t>Anslut alla underlag som referenser till den nya filen</w:t>
      </w:r>
      <w:r w:rsidR="0032548A">
        <w:t xml:space="preserve"> (</w:t>
      </w:r>
      <w:r w:rsidR="0032548A" w:rsidRPr="0032548A">
        <w:rPr>
          <w:b/>
        </w:rPr>
        <w:t>Ban001s1.dg, Ele001s1.dgn, Mark0001s1.dgn</w:t>
      </w:r>
      <w:r w:rsidR="0032548A">
        <w:t>)</w:t>
      </w:r>
      <w:r>
        <w:t>.</w:t>
      </w:r>
    </w:p>
    <w:p w:rsidR="00F816C1" w:rsidRDefault="00F816C1" w:rsidP="00CE0AE7">
      <w:pPr>
        <w:numPr>
          <w:ilvl w:val="0"/>
          <w:numId w:val="1"/>
        </w:numPr>
      </w:pPr>
      <w:r>
        <w:t xml:space="preserve">Rita in </w:t>
      </w:r>
      <w:r w:rsidR="0032548A">
        <w:t>den saknade delen av</w:t>
      </w:r>
      <w:r>
        <w:t xml:space="preserve"> kabelränna</w:t>
      </w:r>
      <w:r w:rsidR="0032548A">
        <w:t>n</w:t>
      </w:r>
      <w:r>
        <w:t xml:space="preserve"> på rätt lager </w:t>
      </w:r>
      <w:r w:rsidR="0032548A">
        <w:t>(</w:t>
      </w:r>
      <w:r w:rsidR="0032548A" w:rsidRPr="0032548A">
        <w:rPr>
          <w:b/>
        </w:rPr>
        <w:t xml:space="preserve">B Kabelränna ej </w:t>
      </w:r>
      <w:proofErr w:type="spellStart"/>
      <w:r w:rsidR="0032548A" w:rsidRPr="0032548A">
        <w:rPr>
          <w:b/>
        </w:rPr>
        <w:t>def</w:t>
      </w:r>
      <w:proofErr w:type="spellEnd"/>
      <w:r w:rsidR="0032548A" w:rsidRPr="0032548A">
        <w:rPr>
          <w:b/>
        </w:rPr>
        <w:t xml:space="preserve"> NK L</w:t>
      </w:r>
      <w:r w:rsidR="0032548A">
        <w:t xml:space="preserve">) </w:t>
      </w:r>
      <w:r>
        <w:t>genom att utnyttja</w:t>
      </w:r>
      <w:r w:rsidR="00CE0AE7">
        <w:t xml:space="preserve"> de rosa cirklarna strax öster om spåret (cell PTK4)</w:t>
      </w:r>
      <w:r w:rsidR="0032548A">
        <w:t>. Se till att snappa till centrum på cirklarna.</w:t>
      </w:r>
    </w:p>
    <w:p w:rsidR="00CE0AE7" w:rsidRDefault="00136B76" w:rsidP="00CE0AE7">
      <w:pPr>
        <w:numPr>
          <w:ilvl w:val="0"/>
          <w:numId w:val="1"/>
        </w:numPr>
      </w:pPr>
      <w:r>
        <w:t>Nu ska vi skapa en ritning som ska skrivas ut till PDF.</w:t>
      </w:r>
      <w:r w:rsidR="004F7533">
        <w:br/>
      </w:r>
      <w:r>
        <w:t>Ni får välja om ni vill skapa ritningen som en modell i samma fil eller skapa en ny fil för detta. Ritningen ska vara en designmodell 2D</w:t>
      </w:r>
      <w:r>
        <w:t xml:space="preserve"> och heta </w:t>
      </w:r>
      <w:r w:rsidRPr="00136B76">
        <w:rPr>
          <w:b/>
        </w:rPr>
        <w:t>EL-</w:t>
      </w:r>
      <w:proofErr w:type="spellStart"/>
      <w:r w:rsidRPr="00136B76">
        <w:rPr>
          <w:b/>
        </w:rPr>
        <w:t>ritning.dgn</w:t>
      </w:r>
      <w:proofErr w:type="spellEnd"/>
      <w:r>
        <w:t>.</w:t>
      </w:r>
      <w:r>
        <w:br/>
      </w:r>
      <w:r w:rsidR="004F7533">
        <w:t xml:space="preserve">Anslut alla filer </w:t>
      </w:r>
      <w:bookmarkStart w:id="0" w:name="_GoBack"/>
      <w:bookmarkEnd w:id="0"/>
      <w:r>
        <w:t xml:space="preserve">från förra exemplet </w:t>
      </w:r>
      <w:r w:rsidR="004F7533">
        <w:t xml:space="preserve">inklusive </w:t>
      </w:r>
      <w:proofErr w:type="spellStart"/>
      <w:r w:rsidR="004F7533">
        <w:t>EL.dgn</w:t>
      </w:r>
      <w:proofErr w:type="spellEnd"/>
      <w:r w:rsidR="008A57AE">
        <w:t xml:space="preserve">. </w:t>
      </w:r>
      <w:r w:rsidR="004F7533">
        <w:br/>
        <w:t xml:space="preserve">Placera cellen </w:t>
      </w:r>
      <w:r w:rsidR="004F7533" w:rsidRPr="003F61D8">
        <w:rPr>
          <w:b/>
        </w:rPr>
        <w:t>A3</w:t>
      </w:r>
      <w:r w:rsidR="004F7533">
        <w:t xml:space="preserve"> från </w:t>
      </w:r>
      <w:r w:rsidR="003F61D8">
        <w:t xml:space="preserve">cellbiblioteket </w:t>
      </w:r>
      <w:proofErr w:type="spellStart"/>
      <w:r w:rsidR="003F61D8" w:rsidRPr="003F61D8">
        <w:rPr>
          <w:b/>
        </w:rPr>
        <w:t>Trafikverket</w:t>
      </w:r>
      <w:r w:rsidR="003F61D8">
        <w:rPr>
          <w:b/>
        </w:rPr>
        <w:t>s</w:t>
      </w:r>
      <w:r w:rsidR="003F61D8" w:rsidRPr="003F61D8">
        <w:rPr>
          <w:b/>
        </w:rPr>
        <w:t>_rit</w:t>
      </w:r>
      <w:proofErr w:type="spellEnd"/>
      <w:r w:rsidR="003F61D8">
        <w:t>.</w:t>
      </w:r>
      <w:r w:rsidR="003F61D8">
        <w:br/>
      </w:r>
      <w:r w:rsidR="00CE0AE7">
        <w:t>Ritningsramen ska vara roterad längs spåret.</w:t>
      </w:r>
      <w:r w:rsidR="00CE0AE7">
        <w:br/>
      </w:r>
      <w:r w:rsidR="00E32882">
        <w:t>Se om ni kan få ritningen att bli svart-vit.</w:t>
      </w:r>
    </w:p>
    <w:p w:rsidR="0032548A" w:rsidRDefault="0032548A" w:rsidP="0032548A"/>
    <w:p w:rsidR="0032548A" w:rsidRDefault="0032548A" w:rsidP="0032548A">
      <w:r>
        <w:t xml:space="preserve">Den saknade delen av kabelränna ligger i det markerade området i filen </w:t>
      </w:r>
      <w:r w:rsidRPr="0032548A">
        <w:rPr>
          <w:b/>
        </w:rPr>
        <w:t>Ele001s1.dgn</w:t>
      </w:r>
      <w:r>
        <w:t>.</w:t>
      </w:r>
    </w:p>
    <w:p w:rsidR="0032548A" w:rsidRDefault="0032548A" w:rsidP="0032548A"/>
    <w:p w:rsidR="0032548A" w:rsidRDefault="00DC1514" w:rsidP="0032548A">
      <w:pPr>
        <w:rPr>
          <w:noProof/>
        </w:rPr>
      </w:pPr>
      <w:r w:rsidRPr="007D5C66">
        <w:rPr>
          <w:noProof/>
        </w:rPr>
        <w:drawing>
          <wp:inline distT="0" distB="0" distL="0" distR="0">
            <wp:extent cx="2407920" cy="3390900"/>
            <wp:effectExtent l="0" t="0" r="0" b="0"/>
            <wp:docPr id="3" name="Bildobjek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objekt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7920" cy="339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548A" w:rsidRDefault="0032548A" w:rsidP="0032548A"/>
    <w:p w:rsidR="0032548A" w:rsidRDefault="00E32882" w:rsidP="0032548A">
      <w:r>
        <w:br w:type="page"/>
      </w:r>
      <w:r>
        <w:lastRenderedPageBreak/>
        <w:t xml:space="preserve">Slutresultatet bör se ut </w:t>
      </w:r>
      <w:r w:rsidR="003F61D8">
        <w:t xml:space="preserve">ungefär </w:t>
      </w:r>
      <w:r>
        <w:t>på detta sätt:</w:t>
      </w:r>
    </w:p>
    <w:p w:rsidR="00E32882" w:rsidRDefault="00E32882" w:rsidP="0032548A"/>
    <w:p w:rsidR="00E32882" w:rsidRDefault="00DC1514" w:rsidP="0032548A">
      <w:pPr>
        <w:rPr>
          <w:noProof/>
        </w:rPr>
      </w:pPr>
      <w:r w:rsidRPr="007D5C66">
        <w:rPr>
          <w:noProof/>
        </w:rPr>
        <w:drawing>
          <wp:inline distT="0" distB="0" distL="0" distR="0">
            <wp:extent cx="5013960" cy="3581400"/>
            <wp:effectExtent l="0" t="0" r="0" b="0"/>
            <wp:docPr id="11" name="Bildobjek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objekt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3960" cy="358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2882" w:rsidRDefault="00E32882" w:rsidP="0032548A"/>
    <w:p w:rsidR="00E32882" w:rsidRDefault="00E32882" w:rsidP="0032548A">
      <w:r>
        <w:t>Om ni justerar färgerna i referensdialogen</w:t>
      </w:r>
      <w:r w:rsidR="00DC1514">
        <w:t xml:space="preserve"> [Settings - </w:t>
      </w:r>
      <w:proofErr w:type="spellStart"/>
      <w:r>
        <w:t>Adjust</w:t>
      </w:r>
      <w:proofErr w:type="spellEnd"/>
      <w:r>
        <w:t xml:space="preserve"> Colors</w:t>
      </w:r>
      <w:r w:rsidR="00DC1514">
        <w:t xml:space="preserve">] eller via </w:t>
      </w:r>
      <w:proofErr w:type="spellStart"/>
      <w:r w:rsidR="00DC1514">
        <w:t>Level</w:t>
      </w:r>
      <w:proofErr w:type="spellEnd"/>
      <w:r w:rsidR="00DC1514">
        <w:t xml:space="preserve"> </w:t>
      </w:r>
      <w:proofErr w:type="spellStart"/>
      <w:r w:rsidR="00DC1514">
        <w:t>Overrides</w:t>
      </w:r>
      <w:proofErr w:type="spellEnd"/>
      <w:r w:rsidR="00DC1514">
        <w:t xml:space="preserve"> kan ni göra ritningen svart-vit.</w:t>
      </w:r>
    </w:p>
    <w:p w:rsidR="00DC1514" w:rsidRDefault="00DC1514" w:rsidP="0032548A"/>
    <w:p w:rsidR="00DC1514" w:rsidRDefault="00DC1514" w:rsidP="0032548A">
      <w:r w:rsidRPr="007D5C66">
        <w:rPr>
          <w:noProof/>
        </w:rPr>
        <w:drawing>
          <wp:inline distT="0" distB="0" distL="0" distR="0">
            <wp:extent cx="5044440" cy="3604260"/>
            <wp:effectExtent l="0" t="0" r="0" b="0"/>
            <wp:docPr id="13" name="Bildobjek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objekt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4440" cy="3604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C1514" w:rsidSect="00225883">
      <w:headerReference w:type="default" r:id="rId10"/>
      <w:footerReference w:type="default" r:id="rId11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0415" w:rsidRDefault="00E60415">
      <w:r>
        <w:separator/>
      </w:r>
    </w:p>
  </w:endnote>
  <w:endnote w:type="continuationSeparator" w:id="0">
    <w:p w:rsidR="00E60415" w:rsidRDefault="00E604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4D33" w:rsidRDefault="000E4D33">
    <w:pPr>
      <w:pStyle w:val="Sidfot"/>
      <w:rPr>
        <w:rFonts w:ascii="Arial" w:hAnsi="Arial" w:cs="Arial"/>
        <w:b/>
        <w:sz w:val="20"/>
        <w:szCs w:val="20"/>
      </w:rPr>
    </w:pPr>
  </w:p>
  <w:p w:rsidR="000E4D33" w:rsidRPr="001D6890" w:rsidRDefault="00014EE1" w:rsidP="000E4D33">
    <w:pPr>
      <w:pStyle w:val="Sidfot"/>
      <w:pBdr>
        <w:top w:val="single" w:sz="4" w:space="1" w:color="auto"/>
      </w:pBdr>
      <w:rPr>
        <w:rFonts w:ascii="Arial" w:hAnsi="Arial" w:cs="Arial"/>
        <w:color w:val="808080"/>
        <w:sz w:val="20"/>
        <w:szCs w:val="20"/>
        <w:lang w:val="en-GB"/>
      </w:rPr>
    </w:pPr>
    <w:proofErr w:type="spellStart"/>
    <w:r w:rsidRPr="001D6890">
      <w:rPr>
        <w:rFonts w:ascii="Arial" w:hAnsi="Arial" w:cs="Arial"/>
        <w:b/>
        <w:color w:val="000000"/>
        <w:sz w:val="20"/>
        <w:szCs w:val="20"/>
        <w:lang w:val="en-US"/>
      </w:rPr>
      <w:t>s</w:t>
    </w:r>
    <w:r w:rsidR="000E4D33" w:rsidRPr="001D6890">
      <w:rPr>
        <w:rFonts w:ascii="Arial" w:hAnsi="Arial" w:cs="Arial"/>
        <w:b/>
        <w:color w:val="000000"/>
        <w:sz w:val="20"/>
        <w:szCs w:val="20"/>
        <w:lang w:val="en-US"/>
      </w:rPr>
      <w:t>urell</w:t>
    </w:r>
    <w:proofErr w:type="spellEnd"/>
    <w:r w:rsidR="000E4D33" w:rsidRPr="001D6890">
      <w:rPr>
        <w:rFonts w:ascii="Arial" w:hAnsi="Arial" w:cs="Arial"/>
        <w:b/>
        <w:color w:val="808080"/>
        <w:sz w:val="20"/>
        <w:szCs w:val="20"/>
        <w:lang w:val="en-US"/>
      </w:rPr>
      <w:t xml:space="preserve"> </w:t>
    </w:r>
    <w:r w:rsidRPr="001D6890">
      <w:rPr>
        <w:rFonts w:ascii="Arial" w:hAnsi="Arial" w:cs="Arial"/>
        <w:b/>
        <w:color w:val="808080"/>
        <w:sz w:val="20"/>
        <w:szCs w:val="20"/>
        <w:lang w:val="en-US"/>
      </w:rPr>
      <w:t>c</w:t>
    </w:r>
    <w:r w:rsidR="000E4D33" w:rsidRPr="001D6890">
      <w:rPr>
        <w:rFonts w:ascii="Arial" w:hAnsi="Arial" w:cs="Arial"/>
        <w:b/>
        <w:color w:val="808080"/>
        <w:sz w:val="20"/>
        <w:szCs w:val="20"/>
        <w:lang w:val="en-US"/>
      </w:rPr>
      <w:t>onsulting</w:t>
    </w:r>
    <w:r w:rsidRPr="001D6890">
      <w:rPr>
        <w:rFonts w:ascii="Arial" w:hAnsi="Arial" w:cs="Arial"/>
        <w:b/>
        <w:color w:val="808080"/>
        <w:sz w:val="20"/>
        <w:szCs w:val="20"/>
        <w:lang w:val="en-US"/>
      </w:rPr>
      <w:t xml:space="preserve"> ab</w:t>
    </w:r>
    <w:r w:rsidR="000E4D33" w:rsidRPr="001D6890">
      <w:rPr>
        <w:rFonts w:ascii="Arial" w:hAnsi="Arial" w:cs="Arial"/>
        <w:color w:val="808080"/>
        <w:sz w:val="20"/>
        <w:szCs w:val="20"/>
        <w:lang w:val="en-US"/>
      </w:rPr>
      <w:tab/>
    </w:r>
    <w:r w:rsidR="000E4D33" w:rsidRPr="001D6890">
      <w:rPr>
        <w:rFonts w:ascii="Arial" w:hAnsi="Arial" w:cs="Arial"/>
        <w:color w:val="808080"/>
        <w:sz w:val="20"/>
        <w:szCs w:val="20"/>
        <w:lang w:val="en-US"/>
      </w:rPr>
      <w:tab/>
    </w:r>
    <w:proofErr w:type="spellStart"/>
    <w:r w:rsidRPr="001D6890">
      <w:rPr>
        <w:rFonts w:ascii="Arial" w:hAnsi="Arial" w:cs="Arial"/>
        <w:color w:val="808080"/>
        <w:sz w:val="20"/>
        <w:szCs w:val="20"/>
        <w:lang w:val="en-US"/>
      </w:rPr>
      <w:t>tfn</w:t>
    </w:r>
    <w:proofErr w:type="spellEnd"/>
    <w:r w:rsidRPr="001D6890">
      <w:rPr>
        <w:rFonts w:ascii="Arial" w:hAnsi="Arial" w:cs="Arial"/>
        <w:color w:val="808080"/>
        <w:sz w:val="20"/>
        <w:szCs w:val="20"/>
        <w:lang w:val="en-US"/>
      </w:rPr>
      <w:t>: 070 3151075</w:t>
    </w:r>
    <w:r w:rsidR="000E4D33" w:rsidRPr="001D6890">
      <w:rPr>
        <w:rFonts w:ascii="Arial" w:hAnsi="Arial" w:cs="Arial"/>
        <w:color w:val="808080"/>
        <w:sz w:val="20"/>
        <w:szCs w:val="20"/>
        <w:lang w:val="en-US"/>
      </w:rPr>
      <w:br/>
    </w:r>
    <w:proofErr w:type="spellStart"/>
    <w:r w:rsidR="00FE1EAD">
      <w:rPr>
        <w:rFonts w:ascii="Arial" w:hAnsi="Arial" w:cs="Arial"/>
        <w:color w:val="808080"/>
        <w:sz w:val="20"/>
        <w:szCs w:val="20"/>
        <w:lang w:val="en-US"/>
      </w:rPr>
      <w:t>Rin</w:t>
    </w:r>
    <w:r w:rsidR="001B3138" w:rsidRPr="001D6890">
      <w:rPr>
        <w:rFonts w:ascii="Arial" w:hAnsi="Arial" w:cs="Arial"/>
        <w:color w:val="808080"/>
        <w:sz w:val="20"/>
        <w:szCs w:val="20"/>
        <w:lang w:val="en-US"/>
      </w:rPr>
      <w:t>gduvevägen</w:t>
    </w:r>
    <w:proofErr w:type="spellEnd"/>
    <w:r w:rsidR="001B3138" w:rsidRPr="001D6890">
      <w:rPr>
        <w:rFonts w:ascii="Arial" w:hAnsi="Arial" w:cs="Arial"/>
        <w:color w:val="808080"/>
        <w:sz w:val="20"/>
        <w:szCs w:val="20"/>
        <w:lang w:val="en-US"/>
      </w:rPr>
      <w:t xml:space="preserve"> 13</w:t>
    </w:r>
    <w:r w:rsidR="000E4D33" w:rsidRPr="001D6890">
      <w:rPr>
        <w:rFonts w:ascii="Arial" w:hAnsi="Arial" w:cs="Arial"/>
        <w:color w:val="808080"/>
        <w:sz w:val="20"/>
        <w:szCs w:val="20"/>
        <w:lang w:val="en-US"/>
      </w:rPr>
      <w:tab/>
      <w:t>consulting@surell.se</w:t>
    </w:r>
    <w:r w:rsidR="000E4D33" w:rsidRPr="001D6890">
      <w:rPr>
        <w:rFonts w:ascii="Arial" w:hAnsi="Arial" w:cs="Arial"/>
        <w:color w:val="808080"/>
        <w:sz w:val="20"/>
        <w:szCs w:val="20"/>
        <w:lang w:val="en-US"/>
      </w:rPr>
      <w:tab/>
    </w:r>
    <w:r w:rsidRPr="001D6890">
      <w:rPr>
        <w:rFonts w:ascii="Arial" w:hAnsi="Arial" w:cs="Arial"/>
        <w:color w:val="808080"/>
        <w:sz w:val="20"/>
        <w:szCs w:val="20"/>
        <w:lang w:val="en-GB"/>
      </w:rPr>
      <w:t>org.nr: 556744-5563</w:t>
    </w:r>
    <w:r w:rsidR="000E4D33" w:rsidRPr="001D6890">
      <w:rPr>
        <w:rFonts w:ascii="Arial" w:hAnsi="Arial" w:cs="Arial"/>
        <w:color w:val="808080"/>
        <w:sz w:val="20"/>
        <w:szCs w:val="20"/>
        <w:lang w:val="en-US"/>
      </w:rPr>
      <w:br/>
    </w:r>
    <w:r w:rsidR="001B3138" w:rsidRPr="001D6890">
      <w:rPr>
        <w:rFonts w:ascii="Arial" w:hAnsi="Arial" w:cs="Arial"/>
        <w:color w:val="808080"/>
        <w:sz w:val="20"/>
        <w:szCs w:val="20"/>
        <w:lang w:val="en-GB"/>
      </w:rPr>
      <w:t>132</w:t>
    </w:r>
    <w:r w:rsidRPr="001D6890">
      <w:rPr>
        <w:rFonts w:ascii="Arial" w:hAnsi="Arial" w:cs="Arial"/>
        <w:color w:val="808080"/>
        <w:sz w:val="20"/>
        <w:szCs w:val="20"/>
        <w:lang w:val="en-GB"/>
      </w:rPr>
      <w:t xml:space="preserve"> </w:t>
    </w:r>
    <w:r w:rsidR="001B3138" w:rsidRPr="001D6890">
      <w:rPr>
        <w:rFonts w:ascii="Arial" w:hAnsi="Arial" w:cs="Arial"/>
        <w:color w:val="808080"/>
        <w:sz w:val="20"/>
        <w:szCs w:val="20"/>
        <w:lang w:val="en-GB"/>
      </w:rPr>
      <w:t>4</w:t>
    </w:r>
    <w:r w:rsidRPr="001D6890">
      <w:rPr>
        <w:rFonts w:ascii="Arial" w:hAnsi="Arial" w:cs="Arial"/>
        <w:color w:val="808080"/>
        <w:sz w:val="20"/>
        <w:szCs w:val="20"/>
        <w:lang w:val="en-GB"/>
      </w:rPr>
      <w:t>7</w:t>
    </w:r>
    <w:r w:rsidR="000E4D33" w:rsidRPr="001D6890">
      <w:rPr>
        <w:rFonts w:ascii="Arial" w:hAnsi="Arial" w:cs="Arial"/>
        <w:color w:val="808080"/>
        <w:sz w:val="20"/>
        <w:szCs w:val="20"/>
        <w:lang w:val="en-GB"/>
      </w:rPr>
      <w:t xml:space="preserve"> </w:t>
    </w:r>
    <w:r w:rsidR="001B3138" w:rsidRPr="001D6890">
      <w:rPr>
        <w:rFonts w:ascii="Arial" w:hAnsi="Arial" w:cs="Arial"/>
        <w:color w:val="808080"/>
        <w:sz w:val="20"/>
        <w:szCs w:val="20"/>
        <w:lang w:val="en-GB"/>
      </w:rPr>
      <w:t>SALTSJÖ-BOO</w:t>
    </w:r>
    <w:r w:rsidR="000E4D33" w:rsidRPr="001D6890">
      <w:rPr>
        <w:rFonts w:ascii="Arial" w:hAnsi="Arial" w:cs="Arial"/>
        <w:color w:val="808080"/>
        <w:sz w:val="20"/>
        <w:szCs w:val="20"/>
        <w:lang w:val="en-GB"/>
      </w:rPr>
      <w:tab/>
      <w:t xml:space="preserve"> www.surell.se</w:t>
    </w:r>
    <w:r w:rsidR="000E4D33" w:rsidRPr="001D6890">
      <w:rPr>
        <w:rFonts w:ascii="Arial" w:hAnsi="Arial" w:cs="Arial"/>
        <w:color w:val="808080"/>
        <w:sz w:val="20"/>
        <w:szCs w:val="20"/>
        <w:lang w:val="en-GB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0415" w:rsidRDefault="00E60415">
      <w:r>
        <w:separator/>
      </w:r>
    </w:p>
  </w:footnote>
  <w:footnote w:type="continuationSeparator" w:id="0">
    <w:p w:rsidR="00E60415" w:rsidRDefault="00E604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4D33" w:rsidRDefault="00DC1514">
    <w:pPr>
      <w:pStyle w:val="Sidhuvud"/>
    </w:pPr>
    <w:r>
      <w:rPr>
        <w:noProof/>
      </w:rPr>
      <w:drawing>
        <wp:inline distT="0" distB="0" distL="0" distR="0">
          <wp:extent cx="2590800" cy="304800"/>
          <wp:effectExtent l="0" t="0" r="0" b="0"/>
          <wp:docPr id="2" name="Bild 1" descr="surell consulting a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urell consulting a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0800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F93F4E"/>
    <w:multiLevelType w:val="hybridMultilevel"/>
    <w:tmpl w:val="93522E74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6C1"/>
    <w:rsid w:val="00014EE1"/>
    <w:rsid w:val="000E4D33"/>
    <w:rsid w:val="00136B76"/>
    <w:rsid w:val="001B3138"/>
    <w:rsid w:val="001D6890"/>
    <w:rsid w:val="001E4AFE"/>
    <w:rsid w:val="00225883"/>
    <w:rsid w:val="002A11DF"/>
    <w:rsid w:val="002A744C"/>
    <w:rsid w:val="002E0CD7"/>
    <w:rsid w:val="0032548A"/>
    <w:rsid w:val="003F61D8"/>
    <w:rsid w:val="004570CD"/>
    <w:rsid w:val="004F7533"/>
    <w:rsid w:val="00727F32"/>
    <w:rsid w:val="007D20AB"/>
    <w:rsid w:val="008A57AE"/>
    <w:rsid w:val="00925406"/>
    <w:rsid w:val="00BA249A"/>
    <w:rsid w:val="00CE0AE7"/>
    <w:rsid w:val="00D67265"/>
    <w:rsid w:val="00DC1514"/>
    <w:rsid w:val="00E32882"/>
    <w:rsid w:val="00E60415"/>
    <w:rsid w:val="00F14067"/>
    <w:rsid w:val="00F816C1"/>
    <w:rsid w:val="00FE1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BA8A30"/>
  <w15:chartTrackingRefBased/>
  <w15:docId w15:val="{4DE89F56-66F5-48C0-8FB3-922A1542B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v-SE" w:eastAsia="sv-S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Rubrik1">
    <w:name w:val="heading 1"/>
    <w:basedOn w:val="Normal"/>
    <w:next w:val="Normal"/>
    <w:link w:val="Rubrik1Char"/>
    <w:qFormat/>
    <w:rsid w:val="00FE1EA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Sidhuvud">
    <w:name w:val="header"/>
    <w:basedOn w:val="Normal"/>
    <w:rsid w:val="000E4D33"/>
    <w:pPr>
      <w:tabs>
        <w:tab w:val="center" w:pos="4536"/>
        <w:tab w:val="right" w:pos="9072"/>
      </w:tabs>
    </w:pPr>
  </w:style>
  <w:style w:type="paragraph" w:styleId="Sidfot">
    <w:name w:val="footer"/>
    <w:basedOn w:val="Normal"/>
    <w:rsid w:val="000E4D33"/>
    <w:pPr>
      <w:tabs>
        <w:tab w:val="center" w:pos="4536"/>
        <w:tab w:val="right" w:pos="9072"/>
      </w:tabs>
    </w:pPr>
  </w:style>
  <w:style w:type="character" w:customStyle="1" w:styleId="Rubrik1Char">
    <w:name w:val="Rubrik 1 Char"/>
    <w:link w:val="Rubrik1"/>
    <w:rsid w:val="00FE1EA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Rubrik">
    <w:name w:val="Title"/>
    <w:basedOn w:val="Normal"/>
    <w:next w:val="Normal"/>
    <w:link w:val="RubrikChar"/>
    <w:qFormat/>
    <w:rsid w:val="00F816C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RubrikChar">
    <w:name w:val="Rubrik Char"/>
    <w:basedOn w:val="Standardstycketeckensnitt"/>
    <w:link w:val="Rubrik"/>
    <w:rsid w:val="00F816C1"/>
    <w:rPr>
      <w:rFonts w:asciiTheme="majorHAnsi" w:eastAsiaTheme="majorEastAsia" w:hAnsiTheme="majorHAnsi" w:cstheme="majorBidi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Lagring\F&#246;retag\Surell%20Consulting%20AB\Dokument\mallar\F&#246;retagsbrev.dot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Företagsbrev.dot</Template>
  <TotalTime>85</TotalTime>
  <Pages>2</Pages>
  <Words>225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Surell</Company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Krister Surell</dc:creator>
  <cp:keywords/>
  <cp:lastModifiedBy>Krister Surell</cp:lastModifiedBy>
  <cp:revision>4</cp:revision>
  <cp:lastPrinted>2017-12-19T08:26:00Z</cp:lastPrinted>
  <dcterms:created xsi:type="dcterms:W3CDTF">2017-12-19T07:39:00Z</dcterms:created>
  <dcterms:modified xsi:type="dcterms:W3CDTF">2018-12-06T18:16:00Z</dcterms:modified>
</cp:coreProperties>
</file>